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68" w:rsidRPr="00970F60" w:rsidRDefault="00BA5468" w:rsidP="00B656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BA5468" w:rsidRDefault="00BA5468" w:rsidP="00B656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Школьный этап</w:t>
      </w:r>
    </w:p>
    <w:p w:rsidR="00BA5468" w:rsidRDefault="00BA5468" w:rsidP="00B6568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Ключи. 8</w:t>
      </w:r>
      <w:r w:rsidRPr="00970F60">
        <w:rPr>
          <w:rFonts w:ascii="Arial" w:hAnsi="Arial" w:cs="Arial"/>
          <w:b/>
          <w:bCs/>
          <w:sz w:val="24"/>
          <w:szCs w:val="24"/>
        </w:rPr>
        <w:t xml:space="preserve"> класс </w:t>
      </w:r>
    </w:p>
    <w:p w:rsidR="00BA5468" w:rsidRDefault="00BA5468" w:rsidP="00334747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Максимальное количество баллов - 61</w:t>
      </w:r>
    </w:p>
    <w:p w:rsidR="00BA5468" w:rsidRPr="00B65680" w:rsidRDefault="00BA5468" w:rsidP="00B65680">
      <w:pPr>
        <w:jc w:val="center"/>
        <w:rPr>
          <w:b/>
          <w:bCs/>
          <w:sz w:val="24"/>
          <w:szCs w:val="24"/>
        </w:rPr>
      </w:pPr>
      <w:r w:rsidRPr="00B65680">
        <w:rPr>
          <w:b/>
          <w:bCs/>
          <w:sz w:val="24"/>
          <w:szCs w:val="24"/>
        </w:rPr>
        <w:t>Тестовый раунд</w:t>
      </w:r>
    </w:p>
    <w:tbl>
      <w:tblPr>
        <w:tblW w:w="8836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15"/>
        <w:gridCol w:w="1413"/>
        <w:gridCol w:w="1369"/>
        <w:gridCol w:w="435"/>
        <w:gridCol w:w="1268"/>
        <w:gridCol w:w="2160"/>
        <w:gridCol w:w="1260"/>
        <w:gridCol w:w="16"/>
      </w:tblGrid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  <w:tc>
          <w:tcPr>
            <w:tcW w:w="435" w:type="dxa"/>
            <w:vMerge w:val="restart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160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2BCE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2BCE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2BCE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2BCE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2160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tblCellSpacing w:w="0" w:type="dxa"/>
        </w:trPr>
        <w:tc>
          <w:tcPr>
            <w:tcW w:w="915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3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5" w:type="dxa"/>
            <w:vMerge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BA5468" w:rsidRPr="00C22BCE" w:rsidRDefault="00BA5468" w:rsidP="00CC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gridSpan w:val="2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5468" w:rsidRPr="00C22BCE">
        <w:trPr>
          <w:gridAfter w:val="1"/>
          <w:wAfter w:w="16" w:type="dxa"/>
          <w:tblCellSpacing w:w="0" w:type="dxa"/>
        </w:trPr>
        <w:tc>
          <w:tcPr>
            <w:tcW w:w="7560" w:type="dxa"/>
            <w:gridSpan w:val="6"/>
          </w:tcPr>
          <w:p w:rsidR="00BA5468" w:rsidRPr="00C22BCE" w:rsidRDefault="00BA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60" w:type="dxa"/>
          </w:tcPr>
          <w:p w:rsidR="00BA5468" w:rsidRPr="00C22BCE" w:rsidRDefault="00BA5468" w:rsidP="00317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2B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BA5468" w:rsidRPr="00C22BCE" w:rsidRDefault="00BA5468" w:rsidP="00317274">
      <w:pPr>
        <w:rPr>
          <w:sz w:val="24"/>
          <w:szCs w:val="24"/>
        </w:rPr>
      </w:pPr>
    </w:p>
    <w:p w:rsidR="00BA5468" w:rsidRPr="00B65680" w:rsidRDefault="00BA5468" w:rsidP="00317274">
      <w:pPr>
        <w:jc w:val="center"/>
        <w:rPr>
          <w:b/>
          <w:bCs/>
        </w:rPr>
      </w:pPr>
      <w:r w:rsidRPr="00B65680">
        <w:rPr>
          <w:b/>
          <w:bCs/>
          <w:sz w:val="24"/>
          <w:szCs w:val="24"/>
        </w:rPr>
        <w:t>Аналитический раунд</w:t>
      </w:r>
    </w:p>
    <w:p w:rsidR="00BA5468" w:rsidRPr="00B65680" w:rsidRDefault="00BA5468" w:rsidP="00317274">
      <w:pPr>
        <w:rPr>
          <w:b/>
          <w:bCs/>
        </w:rPr>
      </w:pPr>
      <w:r w:rsidRPr="00B65680">
        <w:rPr>
          <w:b/>
          <w:bCs/>
        </w:rPr>
        <w:t>Задание 1.</w:t>
      </w:r>
      <w:r>
        <w:rPr>
          <w:b/>
          <w:bCs/>
        </w:rPr>
        <w:t xml:space="preserve"> Максимальное количество баллов - 8</w:t>
      </w:r>
    </w:p>
    <w:p w:rsidR="00BA5468" w:rsidRPr="00C22BCE" w:rsidRDefault="00BA5468" w:rsidP="00317274">
      <w:pPr>
        <w:spacing w:after="0"/>
      </w:pPr>
      <w:r w:rsidRPr="00C22BCE">
        <w:t>На востоке (2 б), (так называемое  Тихоокеанское «огненное кольцо»). Здесь находится сейсмически активная область (2 б). Здесь активно взаимодействуют литосферные плиты (2 б) (Тихоокеанская и Евразийская). Ключевская Сопка. (2 б).</w:t>
      </w:r>
    </w:p>
    <w:p w:rsidR="00BA5468" w:rsidRPr="00C22BCE" w:rsidRDefault="00BA5468" w:rsidP="00317274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C22BCE">
        <w:rPr>
          <w:rFonts w:ascii="Times New Roman" w:hAnsi="Times New Roman" w:cs="Times New Roman"/>
          <w:sz w:val="24"/>
          <w:szCs w:val="24"/>
        </w:rPr>
        <w:t>.</w:t>
      </w:r>
    </w:p>
    <w:p w:rsidR="00BA5468" w:rsidRPr="00B65680" w:rsidRDefault="00BA5468" w:rsidP="0031727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65680">
        <w:rPr>
          <w:b/>
          <w:bCs/>
        </w:rPr>
        <w:t>Задание 2</w:t>
      </w:r>
      <w:r w:rsidRPr="00B65680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A0800">
        <w:rPr>
          <w:b/>
          <w:bCs/>
          <w:sz w:val="24"/>
          <w:szCs w:val="24"/>
        </w:rPr>
        <w:t>Максимальное количество баллов - 4</w:t>
      </w:r>
    </w:p>
    <w:p w:rsidR="00BA5468" w:rsidRPr="00C22BCE" w:rsidRDefault="00BA5468" w:rsidP="00317274">
      <w:pPr>
        <w:spacing w:after="0"/>
      </w:pPr>
      <w:r w:rsidRPr="00C22BCE">
        <w:t>широта – 45</w:t>
      </w:r>
      <w:r w:rsidRPr="00C22BCE">
        <w:rPr>
          <w:vertAlign w:val="superscript"/>
        </w:rPr>
        <w:t>0</w:t>
      </w:r>
      <w:r w:rsidRPr="00C22BCE">
        <w:t xml:space="preserve"> с.ш., долгота -  45</w:t>
      </w:r>
      <w:r w:rsidRPr="00C22BCE">
        <w:rPr>
          <w:vertAlign w:val="superscript"/>
        </w:rPr>
        <w:t>0</w:t>
      </w:r>
      <w:r w:rsidRPr="00C22BCE">
        <w:t>в.д.</w:t>
      </w:r>
    </w:p>
    <w:p w:rsidR="00BA5468" w:rsidRPr="00B65680" w:rsidRDefault="00BA5468" w:rsidP="00317274">
      <w:pPr>
        <w:rPr>
          <w:b/>
          <w:bCs/>
        </w:rPr>
      </w:pPr>
      <w:r w:rsidRPr="00B65680">
        <w:rPr>
          <w:b/>
          <w:bCs/>
        </w:rPr>
        <w:t>Задание 3.</w:t>
      </w:r>
      <w:r>
        <w:rPr>
          <w:b/>
          <w:bCs/>
        </w:rPr>
        <w:t xml:space="preserve"> Максимальное количество баллов 4 </w:t>
      </w:r>
    </w:p>
    <w:p w:rsidR="00BA5468" w:rsidRPr="00C22BCE" w:rsidRDefault="00BA5468" w:rsidP="00317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2BCE">
        <w:rPr>
          <w:rFonts w:ascii="Times New Roman" w:hAnsi="Times New Roman" w:cs="Times New Roman"/>
          <w:sz w:val="24"/>
          <w:szCs w:val="24"/>
        </w:rPr>
        <w:t>16 ч, 10 декабря.</w:t>
      </w:r>
    </w:p>
    <w:p w:rsidR="00BA5468" w:rsidRPr="00B65680" w:rsidRDefault="00BA5468" w:rsidP="00317274">
      <w:pPr>
        <w:rPr>
          <w:b/>
          <w:bCs/>
        </w:rPr>
      </w:pPr>
      <w:r w:rsidRPr="00B65680">
        <w:rPr>
          <w:b/>
          <w:bCs/>
        </w:rPr>
        <w:t>Задание 4.</w:t>
      </w:r>
      <w:r>
        <w:rPr>
          <w:b/>
          <w:bCs/>
        </w:rPr>
        <w:t xml:space="preserve"> За каждую правильно заполненную клеточку – 1 балл. Максимальное количество баллов  - 25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70"/>
        <w:gridCol w:w="1971"/>
        <w:gridCol w:w="1971"/>
        <w:gridCol w:w="1971"/>
      </w:tblGrid>
      <w:tr w:rsidR="00BA5468" w:rsidRPr="00C22BCE">
        <w:tc>
          <w:tcPr>
            <w:tcW w:w="1970" w:type="dxa"/>
          </w:tcPr>
          <w:p w:rsidR="00BA5468" w:rsidRPr="003A0800" w:rsidRDefault="00BA5468" w:rsidP="00264D1E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3A0800">
              <w:rPr>
                <w:b/>
                <w:bCs/>
                <w:sz w:val="24"/>
                <w:szCs w:val="24"/>
                <w:lang w:eastAsia="ru-RU"/>
              </w:rPr>
              <w:t>Часть Света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озера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реки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вулканы</w:t>
            </w:r>
          </w:p>
        </w:tc>
      </w:tr>
      <w:tr w:rsidR="00BA5468" w:rsidRPr="00C22BCE">
        <w:tc>
          <w:tcPr>
            <w:tcW w:w="1970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Европа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Ладожское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Дунай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Гекла</w:t>
            </w:r>
          </w:p>
        </w:tc>
      </w:tr>
      <w:tr w:rsidR="00BA5468" w:rsidRPr="00C22BCE">
        <w:tc>
          <w:tcPr>
            <w:tcW w:w="1970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Азия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Балхаш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Обь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Ключевская Сопка</w:t>
            </w:r>
          </w:p>
        </w:tc>
      </w:tr>
      <w:tr w:rsidR="00BA5468" w:rsidRPr="00C22BCE">
        <w:tc>
          <w:tcPr>
            <w:tcW w:w="1970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Америка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Онтарио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Ориноко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Котопахи</w:t>
            </w:r>
          </w:p>
        </w:tc>
      </w:tr>
      <w:tr w:rsidR="00BA5468" w:rsidRPr="00C22BCE">
        <w:tc>
          <w:tcPr>
            <w:tcW w:w="1970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Африка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Виктория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Оранжевая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Килиманджаро</w:t>
            </w:r>
          </w:p>
        </w:tc>
      </w:tr>
      <w:tr w:rsidR="00BA5468" w:rsidRPr="00C22BCE">
        <w:tc>
          <w:tcPr>
            <w:tcW w:w="1970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Австралия и Океания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Эйр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Муррей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</w:p>
        </w:tc>
      </w:tr>
      <w:tr w:rsidR="00BA5468" w:rsidRPr="00C22BCE">
        <w:tc>
          <w:tcPr>
            <w:tcW w:w="1970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Антарктида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Восток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-</w:t>
            </w:r>
          </w:p>
        </w:tc>
        <w:tc>
          <w:tcPr>
            <w:tcW w:w="1971" w:type="dxa"/>
          </w:tcPr>
          <w:p w:rsidR="00BA5468" w:rsidRPr="00C22BCE" w:rsidRDefault="00BA5468" w:rsidP="00264D1E">
            <w:pPr>
              <w:spacing w:after="0" w:line="240" w:lineRule="auto"/>
              <w:rPr>
                <w:lang w:eastAsia="ru-RU"/>
              </w:rPr>
            </w:pPr>
            <w:r w:rsidRPr="00C22BCE">
              <w:rPr>
                <w:lang w:eastAsia="ru-RU"/>
              </w:rPr>
              <w:t>Эребус</w:t>
            </w:r>
          </w:p>
        </w:tc>
      </w:tr>
    </w:tbl>
    <w:p w:rsidR="00BA5468" w:rsidRPr="00C22BCE" w:rsidRDefault="00BA5468" w:rsidP="003172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5468" w:rsidRDefault="00BA5468" w:rsidP="00B656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A5468" w:rsidSect="0092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19A"/>
    <w:rsid w:val="000E0D04"/>
    <w:rsid w:val="00171FF7"/>
    <w:rsid w:val="00264D1E"/>
    <w:rsid w:val="00317274"/>
    <w:rsid w:val="00334747"/>
    <w:rsid w:val="0037719A"/>
    <w:rsid w:val="003A0800"/>
    <w:rsid w:val="004A2E34"/>
    <w:rsid w:val="005A6347"/>
    <w:rsid w:val="00927918"/>
    <w:rsid w:val="00934D44"/>
    <w:rsid w:val="00970F60"/>
    <w:rsid w:val="00A21691"/>
    <w:rsid w:val="00B254EB"/>
    <w:rsid w:val="00B65680"/>
    <w:rsid w:val="00BA5468"/>
    <w:rsid w:val="00C22BCE"/>
    <w:rsid w:val="00C737B7"/>
    <w:rsid w:val="00CC3BB6"/>
    <w:rsid w:val="00CF5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7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17274"/>
    <w:pPr>
      <w:ind w:left="720"/>
    </w:pPr>
  </w:style>
  <w:style w:type="table" w:styleId="TableGrid">
    <w:name w:val="Table Grid"/>
    <w:basedOn w:val="TableNormal"/>
    <w:uiPriority w:val="99"/>
    <w:rsid w:val="00317274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77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</Pages>
  <Words>182</Words>
  <Characters>1039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6</cp:revision>
  <dcterms:created xsi:type="dcterms:W3CDTF">2015-09-16T05:49:00Z</dcterms:created>
  <dcterms:modified xsi:type="dcterms:W3CDTF">2015-09-30T13:24:00Z</dcterms:modified>
</cp:coreProperties>
</file>